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7B48" w14:paraId="4E21AE16" w14:textId="77777777" w:rsidTr="005B7B48">
        <w:trPr>
          <w:trHeight w:val="1416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14:paraId="77141832" w14:textId="77777777" w:rsidR="005B7B48" w:rsidRDefault="004B024A" w:rsidP="003A1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Porzellanmanufaktur GmbH</w:t>
            </w:r>
          </w:p>
          <w:p w14:paraId="58F12D00" w14:textId="77777777" w:rsidR="004B024A" w:rsidRDefault="004B024A" w:rsidP="003A1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Beispielstr. 99</w:t>
            </w:r>
          </w:p>
          <w:p w14:paraId="37583623" w14:textId="77777777" w:rsidR="004B024A" w:rsidRPr="004B024A" w:rsidRDefault="004B024A" w:rsidP="003A1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12345 Irgendwo</w:t>
            </w:r>
          </w:p>
        </w:tc>
      </w:tr>
    </w:tbl>
    <w:p w14:paraId="7D2065DE" w14:textId="77777777" w:rsidR="005B7B48" w:rsidRDefault="005B7B4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9"/>
      </w:tblGrid>
      <w:tr w:rsidR="001E3617" w14:paraId="2202B60A" w14:textId="77777777" w:rsidTr="001E3617">
        <w:trPr>
          <w:trHeight w:hRule="exact" w:val="2268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5EF0FAB8" w14:textId="77777777" w:rsidR="001E3617" w:rsidRDefault="004B024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Porzellanmanufaktur GmbH, Beispielstr. 99, 12345 Irgendwo</w:t>
            </w:r>
          </w:p>
          <w:p w14:paraId="5DCF5576" w14:textId="77777777" w:rsidR="004B024A" w:rsidRDefault="004B024A" w:rsidP="004B024A"/>
          <w:p w14:paraId="3FE069C4" w14:textId="0617AD71" w:rsidR="004B024A" w:rsidRDefault="004373BE" w:rsidP="004B024A">
            <w:fldSimple w:instr=" MERGEFIELD Anrede ">
              <w:r w:rsidR="007F072E">
                <w:rPr>
                  <w:noProof/>
                </w:rPr>
                <w:t>Frau</w:t>
              </w:r>
            </w:fldSimple>
          </w:p>
          <w:p w14:paraId="58E7F385" w14:textId="105A9391" w:rsidR="004373BE" w:rsidRDefault="004373BE" w:rsidP="004B024A">
            <w:fldSimple w:instr=" MERGEFIELD Vorname ">
              <w:r w:rsidR="007F072E">
                <w:rPr>
                  <w:noProof/>
                </w:rPr>
                <w:t>Anna</w:t>
              </w:r>
            </w:fldSimple>
            <w:r>
              <w:t xml:space="preserve"> </w:t>
            </w:r>
            <w:fldSimple w:instr=" MERGEFIELD Nachname ">
              <w:r w:rsidR="007F072E">
                <w:rPr>
                  <w:noProof/>
                </w:rPr>
                <w:t>Rustig</w:t>
              </w:r>
            </w:fldSimple>
          </w:p>
          <w:p w14:paraId="6BDD0AE5" w14:textId="7BE440E3" w:rsidR="004373BE" w:rsidRDefault="004373BE" w:rsidP="004B024A">
            <w:fldSimple w:instr=" MERGEFIELD Strasse ">
              <w:r w:rsidR="007F072E">
                <w:rPr>
                  <w:noProof/>
                </w:rPr>
                <w:t>Mozartstr.</w:t>
              </w:r>
            </w:fldSimple>
            <w:r>
              <w:t xml:space="preserve"> </w:t>
            </w:r>
            <w:fldSimple w:instr=" MERGEFIELD HNr ">
              <w:r w:rsidR="007F072E">
                <w:rPr>
                  <w:noProof/>
                </w:rPr>
                <w:t>38</w:t>
              </w:r>
            </w:fldSimple>
          </w:p>
          <w:p w14:paraId="760E69EE" w14:textId="6BDF1FF5" w:rsidR="00093848" w:rsidRPr="004B024A" w:rsidRDefault="004373BE" w:rsidP="004B024A">
            <w:fldSimple w:instr=" MERGEFIELD PLZ ">
              <w:r w:rsidR="007F072E">
                <w:rPr>
                  <w:noProof/>
                </w:rPr>
                <w:t>13411</w:t>
              </w:r>
            </w:fldSimple>
            <w:r w:rsidR="00093848">
              <w:t xml:space="preserve"> </w:t>
            </w:r>
            <w:fldSimple w:instr=" MERGEFIELD Ort ">
              <w:r w:rsidR="007F072E">
                <w:rPr>
                  <w:noProof/>
                </w:rPr>
                <w:t>Berlin</w:t>
              </w:r>
            </w:fldSimple>
          </w:p>
        </w:tc>
      </w:tr>
    </w:tbl>
    <w:p w14:paraId="5D0E6ABC" w14:textId="77777777" w:rsidR="005B7B48" w:rsidRDefault="005B7B48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8"/>
      </w:tblGrid>
      <w:tr w:rsidR="001E3617" w:rsidRPr="004B024A" w14:paraId="7CD2FDED" w14:textId="77777777" w:rsidTr="003A1C9F">
        <w:tc>
          <w:tcPr>
            <w:tcW w:w="2278" w:type="dxa"/>
          </w:tcPr>
          <w:p w14:paraId="0D21849E" w14:textId="77777777" w:rsidR="001E3617" w:rsidRPr="004B024A" w:rsidRDefault="004B024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Ihre Nachricht vom</w:t>
            </w:r>
          </w:p>
        </w:tc>
        <w:tc>
          <w:tcPr>
            <w:tcW w:w="2278" w:type="dxa"/>
          </w:tcPr>
          <w:p w14:paraId="59E95E77" w14:textId="77777777" w:rsidR="001E3617" w:rsidRPr="004B024A" w:rsidRDefault="004B024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Unsere Nachricht vom</w:t>
            </w:r>
          </w:p>
        </w:tc>
        <w:tc>
          <w:tcPr>
            <w:tcW w:w="2278" w:type="dxa"/>
          </w:tcPr>
          <w:p w14:paraId="68D9D67E" w14:textId="77777777" w:rsidR="001E3617" w:rsidRPr="004B024A" w:rsidRDefault="004B024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Telefon</w:t>
            </w:r>
          </w:p>
        </w:tc>
        <w:tc>
          <w:tcPr>
            <w:tcW w:w="2278" w:type="dxa"/>
          </w:tcPr>
          <w:p w14:paraId="080682C2" w14:textId="77777777" w:rsidR="001E3617" w:rsidRPr="004B024A" w:rsidRDefault="004B024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Datum</w:t>
            </w:r>
          </w:p>
        </w:tc>
      </w:tr>
      <w:tr w:rsidR="001E3617" w14:paraId="2D055BA0" w14:textId="77777777" w:rsidTr="003A1C9F">
        <w:tc>
          <w:tcPr>
            <w:tcW w:w="2278" w:type="dxa"/>
          </w:tcPr>
          <w:p w14:paraId="456468CE" w14:textId="77777777" w:rsidR="001E3617" w:rsidRDefault="001E3617" w:rsidP="00756860"/>
        </w:tc>
        <w:tc>
          <w:tcPr>
            <w:tcW w:w="2278" w:type="dxa"/>
          </w:tcPr>
          <w:p w14:paraId="38157C7B" w14:textId="77777777" w:rsidR="001E3617" w:rsidRDefault="001E3617" w:rsidP="00756860"/>
        </w:tc>
        <w:tc>
          <w:tcPr>
            <w:tcW w:w="2278" w:type="dxa"/>
          </w:tcPr>
          <w:p w14:paraId="2B5545C3" w14:textId="77777777" w:rsidR="001E3617" w:rsidRDefault="00756860" w:rsidP="00756860">
            <w:r>
              <w:t>0815 4711</w:t>
            </w:r>
          </w:p>
        </w:tc>
        <w:tc>
          <w:tcPr>
            <w:tcW w:w="2278" w:type="dxa"/>
          </w:tcPr>
          <w:p w14:paraId="016223D5" w14:textId="36D027C8" w:rsidR="001E3617" w:rsidRDefault="00756860" w:rsidP="00756860"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7F072E">
              <w:rPr>
                <w:noProof/>
              </w:rPr>
              <w:t>15.02.2025</w:t>
            </w:r>
            <w:r>
              <w:fldChar w:fldCharType="end"/>
            </w:r>
          </w:p>
        </w:tc>
      </w:tr>
    </w:tbl>
    <w:p w14:paraId="4198DA46" w14:textId="68F0A58D" w:rsidR="001E3617" w:rsidRPr="00AE2C25" w:rsidRDefault="003F2CB6">
      <w:pPr>
        <w:rPr>
          <w:sz w:val="18"/>
          <w:szCs w:val="16"/>
        </w:rPr>
      </w:pPr>
      <w:r w:rsidRPr="00AE2C25">
        <w:rPr>
          <w:sz w:val="18"/>
          <w:szCs w:val="16"/>
        </w:rPr>
        <w:fldChar w:fldCharType="begin"/>
      </w:r>
      <w:r w:rsidRPr="00AE2C25">
        <w:rPr>
          <w:sz w:val="18"/>
          <w:szCs w:val="16"/>
        </w:rPr>
        <w:instrText xml:space="preserve"> FILENAME  \p  \* MERGEFORMAT </w:instrText>
      </w:r>
      <w:r w:rsidRPr="00AE2C25">
        <w:rPr>
          <w:sz w:val="18"/>
          <w:szCs w:val="16"/>
        </w:rPr>
        <w:fldChar w:fldCharType="separate"/>
      </w:r>
      <w:r w:rsidR="007F072E" w:rsidRPr="00AE2C25">
        <w:rPr>
          <w:noProof/>
          <w:sz w:val="18"/>
          <w:szCs w:val="16"/>
        </w:rPr>
        <w:t>C:\Users\mateb\Documents\Mi501-100F_Microsoft365_Feb2025\Word\Angebot.docx</w:t>
      </w:r>
      <w:r w:rsidRPr="00AE2C25">
        <w:rPr>
          <w:noProof/>
          <w:sz w:val="18"/>
          <w:szCs w:val="16"/>
        </w:rPr>
        <w:fldChar w:fldCharType="end"/>
      </w:r>
    </w:p>
    <w:p w14:paraId="1FFA89E8" w14:textId="77777777" w:rsidR="003F2CB6" w:rsidRDefault="003F2CB6"/>
    <w:p w14:paraId="69895C99" w14:textId="77777777" w:rsidR="003F2CB6" w:rsidRDefault="003F2CB6"/>
    <w:p w14:paraId="55B2592F" w14:textId="10802FBC" w:rsidR="003F2CB6" w:rsidRDefault="004373BE">
      <w:pPr>
        <w:rPr>
          <w:b/>
          <w:bCs/>
        </w:rPr>
      </w:pPr>
      <w:r>
        <w:rPr>
          <w:b/>
          <w:bCs/>
        </w:rPr>
        <w:t>Sonderangebot für unsere treuen Kunden</w:t>
      </w:r>
    </w:p>
    <w:p w14:paraId="361446BA" w14:textId="77777777" w:rsidR="003F2CB6" w:rsidRDefault="003F2CB6">
      <w:pPr>
        <w:rPr>
          <w:b/>
          <w:bCs/>
        </w:rPr>
      </w:pPr>
    </w:p>
    <w:p w14:paraId="42EA2191" w14:textId="77777777" w:rsidR="003F2CB6" w:rsidRDefault="003F2CB6">
      <w:pPr>
        <w:rPr>
          <w:b/>
          <w:bCs/>
        </w:rPr>
      </w:pPr>
    </w:p>
    <w:p w14:paraId="2B1682E8" w14:textId="23252D8B" w:rsidR="003F2CB6" w:rsidRDefault="003F2CB6" w:rsidP="003F2CB6">
      <w:r>
        <w:t>Sehr geehrte</w:t>
      </w:r>
      <w:r w:rsidR="00F0244F">
        <w:fldChar w:fldCharType="begin"/>
      </w:r>
      <w:r w:rsidR="00F0244F">
        <w:instrText xml:space="preserve"> IF </w:instrText>
      </w:r>
      <w:fldSimple w:instr=" MERGEFIELD Anrede ">
        <w:r w:rsidR="007F072E">
          <w:rPr>
            <w:noProof/>
          </w:rPr>
          <w:instrText>Frau</w:instrText>
        </w:r>
      </w:fldSimple>
      <w:r w:rsidR="00F0244F">
        <w:instrText xml:space="preserve"> = "Herr" "r" "" </w:instrText>
      </w:r>
      <w:r w:rsidR="00F0244F">
        <w:fldChar w:fldCharType="end"/>
      </w:r>
      <w:r>
        <w:t xml:space="preserve"> </w:t>
      </w:r>
      <w:fldSimple w:instr=" MERGEFIELD Anrede ">
        <w:r w:rsidR="007F072E">
          <w:rPr>
            <w:noProof/>
          </w:rPr>
          <w:t>Frau</w:t>
        </w:r>
      </w:fldSimple>
      <w:r w:rsidR="00B81DAD">
        <w:t xml:space="preserve"> </w:t>
      </w:r>
      <w:fldSimple w:instr=" MERGEFIELD Nachname ">
        <w:r w:rsidR="007F072E">
          <w:rPr>
            <w:noProof/>
          </w:rPr>
          <w:t>Rustig</w:t>
        </w:r>
      </w:fldSimple>
      <w:r>
        <w:t>,</w:t>
      </w:r>
    </w:p>
    <w:p w14:paraId="79A82FD8" w14:textId="77777777" w:rsidR="004373BE" w:rsidRDefault="004373BE" w:rsidP="003F2CB6"/>
    <w:p w14:paraId="77E27ED1" w14:textId="6CBEA9A4" w:rsidR="004373BE" w:rsidRDefault="004373BE" w:rsidP="003F2CB6">
      <w:r>
        <w:t xml:space="preserve">für unsere langjährigen Kunden in </w:t>
      </w:r>
      <w:fldSimple w:instr=" MERGEFIELD Ort ">
        <w:r w:rsidR="007F072E">
          <w:rPr>
            <w:noProof/>
          </w:rPr>
          <w:t>Berlin</w:t>
        </w:r>
      </w:fldSimple>
      <w:r>
        <w:t xml:space="preserve"> haben wir ein besonderes </w:t>
      </w:r>
      <w:proofErr w:type="spellStart"/>
      <w:r>
        <w:t>Abgebot</w:t>
      </w:r>
      <w:proofErr w:type="spellEnd"/>
      <w:r>
        <w:t>:</w:t>
      </w:r>
    </w:p>
    <w:p w14:paraId="1FD9D67A" w14:textId="77777777" w:rsidR="004373BE" w:rsidRDefault="004373BE" w:rsidP="003F2CB6"/>
    <w:p w14:paraId="10FCF305" w14:textId="11ED16F8" w:rsidR="004373BE" w:rsidRDefault="004373BE" w:rsidP="003F2CB6">
      <w:r>
        <w:t>Mit freundlichen Grüßen</w:t>
      </w:r>
    </w:p>
    <w:p w14:paraId="0D834886" w14:textId="77777777" w:rsidR="004373BE" w:rsidRDefault="004373BE" w:rsidP="003F2CB6"/>
    <w:p w14:paraId="79D498D5" w14:textId="002BEF53" w:rsidR="003F2CB6" w:rsidRDefault="004373BE">
      <w:r>
        <w:t>i.A. Renate Müller, Verkaufsleiterin</w:t>
      </w:r>
    </w:p>
    <w:p w14:paraId="233FB136" w14:textId="77777777" w:rsidR="00AE2C25" w:rsidRDefault="00AE2C25"/>
    <w:p w14:paraId="4C6BD6FE" w14:textId="6AE3AC56" w:rsidR="00AE2C25" w:rsidRDefault="00AE2C25">
      <w:r>
        <w:t>Anlage</w:t>
      </w:r>
    </w:p>
    <w:p w14:paraId="1FD062CA" w14:textId="192E893B" w:rsidR="00AE2C25" w:rsidRDefault="00AE2C25">
      <w:hyperlink r:id="rId5" w:history="1">
        <w:r w:rsidRPr="00AE2C25">
          <w:rPr>
            <w:rStyle w:val="Hyperlink"/>
          </w:rPr>
          <w:t>Fo</w:t>
        </w:r>
        <w:r w:rsidRPr="00AE2C25">
          <w:rPr>
            <w:rStyle w:val="Hyperlink"/>
          </w:rPr>
          <w:t>t</w:t>
        </w:r>
        <w:r w:rsidRPr="00AE2C25">
          <w:rPr>
            <w:rStyle w:val="Hyperlink"/>
          </w:rPr>
          <w:t>o</w:t>
        </w:r>
      </w:hyperlink>
    </w:p>
    <w:p w14:paraId="6239AAD0" w14:textId="350B07F5" w:rsidR="00AD7709" w:rsidRDefault="00AD7709">
      <w:r>
        <w:object w:dxaOrig="1513" w:dyaOrig="988" w14:anchorId="27338D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5.75pt;height:49.55pt" o:ole="">
            <v:imagedata r:id="rId6" o:title=""/>
          </v:shape>
          <o:OLEObject Type="Embed" ProgID="Package" ShapeID="_x0000_i1029" DrawAspect="Icon" ObjectID="_1801142752" r:id="rId7"/>
        </w:object>
      </w:r>
    </w:p>
    <w:p w14:paraId="57E99B97" w14:textId="77777777" w:rsidR="00AD7709" w:rsidRDefault="00AD7709"/>
    <w:sectPr w:rsidR="00AD7709" w:rsidSect="001E3617">
      <w:pgSz w:w="11906" w:h="16838"/>
      <w:pgMar w:top="1418" w:right="1418" w:bottom="1134" w:left="136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C4421"/>
    <w:multiLevelType w:val="multilevel"/>
    <w:tmpl w:val="6006386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463696374">
    <w:abstractNumId w:val="0"/>
  </w:num>
  <w:num w:numId="2" w16cid:durableId="1815490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mateb\Documents\Mi501-100F_Microsoft365_Feb2025\Word\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2"/>
    <w:viewMergedData/>
    <w:activeRecord w:val="5"/>
    <w:odso>
      <w:udl w:val="Provider=Microsoft.ACE.OLEDB.12.0;User ID=Admin;Data Source=C:\Users\mateb\Documents\Mi501-100F_Microsoft365_Feb2025\Word\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3"/>
      <w:colDelim w:val="9"/>
      <w:type w:val="database"/>
      <w:fHdr/>
      <w:fieldMapData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5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E-Mail"/>
        <w:mappedName w:val="E-Mail-Adresse"/>
        <w:column w:val="7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3BE"/>
    <w:rsid w:val="00093848"/>
    <w:rsid w:val="000D7524"/>
    <w:rsid w:val="001E3617"/>
    <w:rsid w:val="003A1C9F"/>
    <w:rsid w:val="003F2CB6"/>
    <w:rsid w:val="004373BE"/>
    <w:rsid w:val="004B024A"/>
    <w:rsid w:val="005B7B48"/>
    <w:rsid w:val="00756860"/>
    <w:rsid w:val="007F072E"/>
    <w:rsid w:val="008371AE"/>
    <w:rsid w:val="00AD7709"/>
    <w:rsid w:val="00AE2C25"/>
    <w:rsid w:val="00B81DAD"/>
    <w:rsid w:val="00D3196B"/>
    <w:rsid w:val="00E336D0"/>
    <w:rsid w:val="00E94125"/>
    <w:rsid w:val="00F0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169C8"/>
  <w15:chartTrackingRefBased/>
  <w15:docId w15:val="{A28BE4DD-3E9B-4F42-A98F-C4C92BD5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A1C9F"/>
    <w:rPr>
      <w:rFonts w:ascii="Aptos" w:hAnsi="Aptos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D7524"/>
    <w:pPr>
      <w:keepNext/>
      <w:keepLines/>
      <w:numPr>
        <w:numId w:val="2"/>
      </w:numPr>
      <w:spacing w:before="240" w:after="240"/>
      <w:outlineLvl w:val="0"/>
    </w:pPr>
    <w:rPr>
      <w:rFonts w:ascii="Arial" w:eastAsiaTheme="majorEastAsia" w:hAnsi="Arial" w:cs="Angsana New"/>
      <w:b/>
      <w:color w:val="7B7B7B" w:themeColor="accent3" w:themeShade="BF"/>
      <w:sz w:val="32"/>
      <w:szCs w:val="40"/>
      <w:lang w:bidi="th-TH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7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D7524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="Angsana New"/>
      <w:color w:val="1F3763" w:themeColor="accent1" w:themeShade="7F"/>
      <w:sz w:val="24"/>
      <w:szCs w:val="30"/>
      <w:lang w:bidi="th-T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7B4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7B4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7B4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7B4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7B4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7B4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D7524"/>
    <w:rPr>
      <w:rFonts w:ascii="Arial" w:eastAsiaTheme="majorEastAsia" w:hAnsi="Arial" w:cs="Angsana New"/>
      <w:b/>
      <w:color w:val="7B7B7B" w:themeColor="accent3" w:themeShade="BF"/>
      <w:sz w:val="32"/>
      <w:szCs w:val="40"/>
      <w:lang w:bidi="th-T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D7524"/>
    <w:rPr>
      <w:rFonts w:asciiTheme="majorHAnsi" w:eastAsiaTheme="majorEastAsia" w:hAnsiTheme="majorHAnsi" w:cs="Angsana New"/>
      <w:color w:val="1F3763" w:themeColor="accent1" w:themeShade="7F"/>
      <w:sz w:val="24"/>
      <w:szCs w:val="30"/>
      <w:lang w:bidi="th-T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7B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7B4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7B4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7B4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7B4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7B4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7B4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7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7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7B4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7B4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7B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7B4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7B4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7B48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7B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7B48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7B48"/>
    <w:rPr>
      <w:b/>
      <w:bCs/>
      <w:smallCaps/>
      <w:color w:val="2F5496" w:themeColor="accent1" w:themeShade="BF"/>
      <w:spacing w:val="5"/>
    </w:rPr>
  </w:style>
  <w:style w:type="table" w:styleId="Tabellenraster">
    <w:name w:val="Table Grid"/>
    <w:basedOn w:val="NormaleTabelle"/>
    <w:uiPriority w:val="39"/>
    <w:rsid w:val="005B7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E2C2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2C2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E2C25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AD7709"/>
    <w:rPr>
      <w:rFonts w:ascii="Aptos" w:hAnsi="Apto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T-Online_red1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mateb\Documents\Mi501-100F_Microsoft365_Feb2025\Word\Adressen.xlsx" TargetMode="External"/><Relationship Id="rId2" Type="http://schemas.openxmlformats.org/officeDocument/2006/relationships/mailMergeSource" Target="file:///C:\Users\mateb\Documents\Mi501-100F_Microsoft365_Feb2025\Word\Adressen.xlsx" TargetMode="External"/><Relationship Id="rId1" Type="http://schemas.openxmlformats.org/officeDocument/2006/relationships/attachedTemplate" Target="file:///C:\Users\mateb\Documents\Benutzerdefinierte%20Office-Vorlagen\geschaeftli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geschaeftlich.dotx</Template>
  <TotalTime>0</TotalTime>
  <Pages>1</Pages>
  <Words>125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Thaldorf</dc:creator>
  <cp:keywords/>
  <dc:description/>
  <cp:lastModifiedBy>VHS Mitte Administrator</cp:lastModifiedBy>
  <cp:revision>3</cp:revision>
  <dcterms:created xsi:type="dcterms:W3CDTF">2025-02-15T14:11:00Z</dcterms:created>
  <dcterms:modified xsi:type="dcterms:W3CDTF">2025-02-15T15:39:00Z</dcterms:modified>
</cp:coreProperties>
</file>